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443" w:rsidRDefault="00E03443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E03443" w:rsidRPr="003843E6" w:rsidRDefault="00E0344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E03443" w:rsidRPr="003843E6" w:rsidRDefault="00E0344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E03443" w:rsidRPr="003843E6" w:rsidRDefault="00E0344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14.04.2016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81</w:t>
      </w:r>
    </w:p>
    <w:p w:rsidR="00E03443" w:rsidRPr="003843E6" w:rsidRDefault="00E0344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43E6">
        <w:rPr>
          <w:rFonts w:ascii="Times New Roman" w:hAnsi="Times New Roman" w:cs="Times New Roman"/>
          <w:sz w:val="28"/>
          <w:szCs w:val="28"/>
        </w:rPr>
        <w:t xml:space="preserve">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E03443" w:rsidRPr="003843E6" w:rsidRDefault="00E0344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Белореченского района </w:t>
      </w:r>
    </w:p>
    <w:p w:rsidR="00E03443" w:rsidRPr="003843E6" w:rsidRDefault="00E0344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843E6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</w:p>
    <w:p w:rsidR="00E03443" w:rsidRPr="003843E6" w:rsidRDefault="00E03443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E03443" w:rsidRPr="003843E6" w:rsidRDefault="00E03443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E03443" w:rsidRPr="003843E6" w:rsidRDefault="00E03443" w:rsidP="00DE2DDF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14.04.2016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81</w:t>
      </w:r>
    </w:p>
    <w:p w:rsidR="00E03443" w:rsidRPr="003843E6" w:rsidRDefault="00E03443" w:rsidP="0063627E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</w:p>
    <w:p w:rsidR="00E03443" w:rsidRDefault="00E03443" w:rsidP="0063627E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sz w:val="27"/>
          <w:szCs w:val="27"/>
        </w:rPr>
      </w:pPr>
    </w:p>
    <w:p w:rsidR="00E03443" w:rsidRDefault="00E03443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E03443" w:rsidRPr="00F057D4" w:rsidRDefault="00E03443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E03443" w:rsidRPr="00FD0CD3" w:rsidRDefault="00E03443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E03443" w:rsidRPr="00FD0CD3" w:rsidRDefault="00E03443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E03443" w:rsidRPr="009105B9" w:rsidRDefault="00E03443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03443" w:rsidRDefault="00E03443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E03443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3443" w:rsidRPr="001435FF" w:rsidRDefault="00E03443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3443" w:rsidRPr="008D66B7" w:rsidRDefault="00E03443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3443" w:rsidRPr="001435FF" w:rsidRDefault="00E03443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E03443" w:rsidRPr="001435FF" w:rsidRDefault="00E03443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E03443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3" w:rsidRPr="001435FF" w:rsidRDefault="00E03443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3" w:rsidRPr="001435FF" w:rsidRDefault="00E03443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443" w:rsidRPr="001435FF" w:rsidRDefault="00E03443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03443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E03443" w:rsidRPr="001435FF" w:rsidRDefault="00E03443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E03443" w:rsidRPr="009C2D45" w:rsidRDefault="00E03443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E03443" w:rsidRPr="00690313" w:rsidRDefault="00E03443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443" w:rsidRPr="001435FF">
        <w:trPr>
          <w:trHeight w:val="113"/>
        </w:trPr>
        <w:tc>
          <w:tcPr>
            <w:tcW w:w="561" w:type="dxa"/>
            <w:vMerge/>
          </w:tcPr>
          <w:p w:rsidR="00E03443" w:rsidRPr="001435FF" w:rsidRDefault="00E03443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E03443" w:rsidRPr="001435FF" w:rsidRDefault="00E03443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E03443" w:rsidRPr="001569FE" w:rsidRDefault="00E03443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3 040 000.00</w:t>
            </w:r>
          </w:p>
        </w:tc>
      </w:tr>
      <w:tr w:rsidR="00E03443" w:rsidRPr="00A755D8">
        <w:trPr>
          <w:trHeight w:val="113"/>
        </w:trPr>
        <w:tc>
          <w:tcPr>
            <w:tcW w:w="561" w:type="dxa"/>
          </w:tcPr>
          <w:p w:rsidR="00E03443" w:rsidRPr="00A755D8" w:rsidRDefault="00E03443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E03443" w:rsidRPr="00A755D8" w:rsidRDefault="00E03443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E03443" w:rsidRPr="00A755D8" w:rsidRDefault="00E03443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03443" w:rsidRPr="00EE057C">
        <w:trPr>
          <w:trHeight w:val="113"/>
        </w:trPr>
        <w:tc>
          <w:tcPr>
            <w:tcW w:w="6961" w:type="dxa"/>
            <w:gridSpan w:val="2"/>
          </w:tcPr>
          <w:p w:rsidR="00E03443" w:rsidRPr="00EE057C" w:rsidRDefault="00E03443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E03443" w:rsidRDefault="00E03443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3 040 000.00</w:t>
            </w:r>
          </w:p>
        </w:tc>
      </w:tr>
    </w:tbl>
    <w:p w:rsidR="00E03443" w:rsidRPr="00EE057C" w:rsidRDefault="00E03443">
      <w:pPr>
        <w:rPr>
          <w:rFonts w:ascii="Times New Roman" w:hAnsi="Times New Roman" w:cs="Times New Roman"/>
          <w:sz w:val="28"/>
          <w:szCs w:val="28"/>
        </w:rPr>
      </w:pPr>
    </w:p>
    <w:p w:rsidR="00E03443" w:rsidRPr="00EE057C" w:rsidRDefault="00E03443">
      <w:pPr>
        <w:rPr>
          <w:rFonts w:ascii="Times New Roman" w:hAnsi="Times New Roman" w:cs="Times New Roman"/>
          <w:sz w:val="28"/>
          <w:szCs w:val="28"/>
        </w:rPr>
      </w:pPr>
    </w:p>
    <w:p w:rsidR="00E03443" w:rsidRPr="00EE057C" w:rsidRDefault="00E03443">
      <w:pPr>
        <w:rPr>
          <w:rFonts w:ascii="Times New Roman" w:hAnsi="Times New Roman" w:cs="Times New Roman"/>
          <w:sz w:val="28"/>
          <w:szCs w:val="28"/>
        </w:rPr>
      </w:pPr>
    </w:p>
    <w:p w:rsidR="00E03443" w:rsidRPr="00EE057C" w:rsidRDefault="00E03443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E03443" w:rsidRDefault="00E03443"/>
    <w:sectPr w:rsidR="00E03443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843E6"/>
    <w:rsid w:val="003960F0"/>
    <w:rsid w:val="003A21F2"/>
    <w:rsid w:val="003A5A02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563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627E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A758A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ACA"/>
    <w:rsid w:val="00937DCE"/>
    <w:rsid w:val="00973D94"/>
    <w:rsid w:val="009759D6"/>
    <w:rsid w:val="0097662E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2DDF"/>
    <w:rsid w:val="00DE4AF4"/>
    <w:rsid w:val="00DE52DD"/>
    <w:rsid w:val="00DF068A"/>
    <w:rsid w:val="00DF1B2E"/>
    <w:rsid w:val="00E001ED"/>
    <w:rsid w:val="00E03443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</Pages>
  <Words>145</Words>
  <Characters>833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User1</cp:lastModifiedBy>
  <cp:revision>14</cp:revision>
  <cp:lastPrinted>2016-04-14T14:42:00Z</cp:lastPrinted>
  <dcterms:created xsi:type="dcterms:W3CDTF">2014-11-11T11:46:00Z</dcterms:created>
  <dcterms:modified xsi:type="dcterms:W3CDTF">2016-04-14T14:43:00Z</dcterms:modified>
</cp:coreProperties>
</file>